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414C22C" w:rsidR="0085747A" w:rsidRPr="00781B4B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781B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81B4B">
        <w:rPr>
          <w:rFonts w:ascii="Corbel" w:hAnsi="Corbel"/>
          <w:smallCaps/>
          <w:sz w:val="24"/>
          <w:szCs w:val="24"/>
        </w:rPr>
        <w:t xml:space="preserve"> </w:t>
      </w:r>
      <w:r w:rsidR="005361D8">
        <w:rPr>
          <w:rFonts w:ascii="Corbel" w:hAnsi="Corbel"/>
          <w:b/>
          <w:smallCaps/>
          <w:sz w:val="24"/>
          <w:szCs w:val="24"/>
        </w:rPr>
        <w:t>2019-2022</w:t>
      </w:r>
    </w:p>
    <w:p w14:paraId="6A743604" w14:textId="1713584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5361D8">
        <w:rPr>
          <w:rFonts w:ascii="Corbel" w:hAnsi="Corbel"/>
          <w:sz w:val="20"/>
          <w:szCs w:val="20"/>
        </w:rPr>
        <w:t>19</w:t>
      </w:r>
      <w:r w:rsidR="00182C9E">
        <w:rPr>
          <w:rFonts w:ascii="Corbel" w:hAnsi="Corbel"/>
          <w:sz w:val="20"/>
          <w:szCs w:val="20"/>
        </w:rPr>
        <w:t>/202</w:t>
      </w:r>
      <w:r w:rsidR="005361D8">
        <w:rPr>
          <w:rFonts w:ascii="Corbel" w:hAnsi="Corbel"/>
          <w:sz w:val="20"/>
          <w:szCs w:val="20"/>
        </w:rPr>
        <w:t>0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781B4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81B4B">
        <w:rPr>
          <w:rFonts w:ascii="Corbel" w:hAnsi="Corbel"/>
          <w:szCs w:val="24"/>
        </w:rPr>
        <w:t xml:space="preserve">1. </w:t>
      </w:r>
      <w:r w:rsidR="0085747A" w:rsidRPr="00781B4B">
        <w:rPr>
          <w:rFonts w:ascii="Corbel" w:hAnsi="Corbel"/>
          <w:szCs w:val="24"/>
        </w:rPr>
        <w:t xml:space="preserve">Podstawowe </w:t>
      </w:r>
      <w:r w:rsidR="00445970" w:rsidRPr="00781B4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81B4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781B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0BC3EA0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Matematyka</w:t>
            </w:r>
          </w:p>
        </w:tc>
      </w:tr>
      <w:tr w:rsidR="0085747A" w:rsidRPr="00781B4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781B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81B4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907F0C1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81B4B">
              <w:rPr>
                <w:rFonts w:ascii="Corbel" w:hAnsi="Corbel"/>
                <w:b w:val="0"/>
                <w:sz w:val="24"/>
                <w:szCs w:val="24"/>
              </w:rPr>
              <w:t>/I/A.3</w:t>
            </w:r>
          </w:p>
        </w:tc>
      </w:tr>
      <w:tr w:rsidR="0085747A" w:rsidRPr="00781B4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781B4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</w:t>
            </w:r>
            <w:r w:rsidR="0085747A" w:rsidRPr="00781B4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81B4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781B4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81B4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FA2F358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81B4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78B7F7D" w:rsidR="0085747A" w:rsidRPr="00781B4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C1A8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781B4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81B4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DE9709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781B4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2F6784B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81B4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5619561" w:rsidR="0085747A" w:rsidRPr="00781B4B" w:rsidRDefault="00E632B6" w:rsidP="003B65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81B4B" w:rsidRPr="00781B4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81B4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81B4B">
              <w:rPr>
                <w:rFonts w:ascii="Corbel" w:hAnsi="Corbel"/>
                <w:sz w:val="24"/>
                <w:szCs w:val="24"/>
              </w:rPr>
              <w:t>/y</w:t>
            </w:r>
            <w:r w:rsidRPr="00781B4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249E9ED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3E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13E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781B4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68B139F" w:rsidR="0085747A" w:rsidRPr="00781B4B" w:rsidRDefault="00781B4B" w:rsidP="003B65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781B4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781B4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17D358CF" w:rsidR="00923D7D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81B4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66E3D7A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  <w:tr w:rsidR="0085747A" w:rsidRPr="00781B4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E39507C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Dr Paweł Szura</w:t>
            </w:r>
          </w:p>
        </w:tc>
      </w:tr>
    </w:tbl>
    <w:p w14:paraId="1DE0F9B4" w14:textId="0F570C3E" w:rsidR="0085747A" w:rsidRPr="00781B4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* </w:t>
      </w:r>
      <w:r w:rsidR="00B90885" w:rsidRPr="00781B4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81B4B">
        <w:rPr>
          <w:rFonts w:ascii="Corbel" w:hAnsi="Corbel"/>
          <w:b w:val="0"/>
          <w:sz w:val="24"/>
          <w:szCs w:val="24"/>
        </w:rPr>
        <w:t>e,</w:t>
      </w:r>
      <w:r w:rsidR="00C41B9B" w:rsidRPr="00781B4B">
        <w:rPr>
          <w:rFonts w:ascii="Corbel" w:hAnsi="Corbel"/>
          <w:b w:val="0"/>
          <w:sz w:val="24"/>
          <w:szCs w:val="24"/>
        </w:rPr>
        <w:t xml:space="preserve"> </w:t>
      </w:r>
      <w:r w:rsidRPr="00781B4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81B4B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781B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781B4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>1.</w:t>
      </w:r>
      <w:r w:rsidR="00E22FBC" w:rsidRPr="00781B4B">
        <w:rPr>
          <w:rFonts w:ascii="Corbel" w:hAnsi="Corbel"/>
          <w:sz w:val="24"/>
          <w:szCs w:val="24"/>
        </w:rPr>
        <w:t>1</w:t>
      </w:r>
      <w:r w:rsidRPr="00781B4B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781B4B">
        <w:rPr>
          <w:rFonts w:ascii="Corbel" w:hAnsi="Corbel"/>
          <w:sz w:val="24"/>
          <w:szCs w:val="24"/>
        </w:rPr>
        <w:t>ECTS</w:t>
      </w:r>
      <w:proofErr w:type="spellEnd"/>
      <w:r w:rsidRPr="00781B4B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781B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781B4B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81B4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(</w:t>
            </w:r>
            <w:r w:rsidR="00363F78" w:rsidRPr="00781B4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81B4B">
              <w:rPr>
                <w:rFonts w:ascii="Corbel" w:hAnsi="Corbel"/>
                <w:szCs w:val="24"/>
              </w:rPr>
              <w:t>Wykł</w:t>
            </w:r>
            <w:proofErr w:type="spellEnd"/>
            <w:r w:rsidRPr="00781B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81B4B">
              <w:rPr>
                <w:rFonts w:ascii="Corbel" w:hAnsi="Corbel"/>
                <w:szCs w:val="24"/>
              </w:rPr>
              <w:t>Konw</w:t>
            </w:r>
            <w:proofErr w:type="spellEnd"/>
            <w:r w:rsidRPr="00781B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81B4B">
              <w:rPr>
                <w:rFonts w:ascii="Corbel" w:hAnsi="Corbel"/>
                <w:szCs w:val="24"/>
              </w:rPr>
              <w:t>Sem</w:t>
            </w:r>
            <w:proofErr w:type="spellEnd"/>
            <w:r w:rsidRPr="00781B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81B4B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81B4B">
              <w:rPr>
                <w:rFonts w:ascii="Corbel" w:hAnsi="Corbel"/>
                <w:szCs w:val="24"/>
              </w:rPr>
              <w:t>Prakt</w:t>
            </w:r>
            <w:proofErr w:type="spellEnd"/>
            <w:r w:rsidRPr="00781B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81B4B">
              <w:rPr>
                <w:rFonts w:ascii="Corbel" w:hAnsi="Corbel"/>
                <w:b/>
                <w:szCs w:val="24"/>
              </w:rPr>
              <w:t>Liczba pkt</w:t>
            </w:r>
            <w:r w:rsidR="00B90885" w:rsidRPr="00781B4B">
              <w:rPr>
                <w:rFonts w:ascii="Corbel" w:hAnsi="Corbel"/>
                <w:b/>
                <w:szCs w:val="24"/>
              </w:rPr>
              <w:t>.</w:t>
            </w:r>
            <w:r w:rsidRPr="00781B4B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781B4B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781B4B" w14:paraId="174E29BA" w14:textId="77777777" w:rsidTr="00781B4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7D14C62" w:rsidR="00015B8F" w:rsidRPr="00781B4B" w:rsidRDefault="003B6586" w:rsidP="00781B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A489A63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1</w:t>
            </w:r>
            <w:r w:rsidR="00FD62D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911DBD5" w:rsidR="00015B8F" w:rsidRPr="00781B4B" w:rsidRDefault="00FD62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293E55E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A293830" w14:textId="77777777" w:rsidR="00923D7D" w:rsidRPr="00781B4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781B4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781B4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>1.</w:t>
      </w:r>
      <w:r w:rsidR="00E22FBC" w:rsidRPr="00781B4B">
        <w:rPr>
          <w:rFonts w:ascii="Corbel" w:hAnsi="Corbel"/>
          <w:smallCaps w:val="0"/>
          <w:szCs w:val="24"/>
        </w:rPr>
        <w:t>2</w:t>
      </w:r>
      <w:r w:rsidR="00F83B28" w:rsidRPr="00781B4B">
        <w:rPr>
          <w:rFonts w:ascii="Corbel" w:hAnsi="Corbel"/>
          <w:smallCaps w:val="0"/>
          <w:szCs w:val="24"/>
        </w:rPr>
        <w:t>.</w:t>
      </w:r>
      <w:r w:rsidR="00F83B28" w:rsidRPr="00781B4B">
        <w:rPr>
          <w:rFonts w:ascii="Corbel" w:hAnsi="Corbel"/>
          <w:smallCaps w:val="0"/>
          <w:szCs w:val="24"/>
        </w:rPr>
        <w:tab/>
      </w:r>
      <w:r w:rsidRPr="00781B4B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2202B194" w:rsidR="0085747A" w:rsidRPr="00781B4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D9B05A" w14:textId="0DAC07D3" w:rsidR="00C13EF5" w:rsidRPr="009A27B8" w:rsidRDefault="00C13EF5" w:rsidP="00C13E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2626B5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E93044">
        <w:rPr>
          <w:rFonts w:ascii="Corbel" w:hAnsi="Corbel"/>
          <w:b w:val="0"/>
          <w:smallCaps w:val="0"/>
          <w:szCs w:val="24"/>
        </w:rPr>
        <w:t>S</w:t>
      </w:r>
      <w:r w:rsidRPr="002626B5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2626B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E4F4230" w14:textId="77777777" w:rsidR="00C13EF5" w:rsidRPr="009A27B8" w:rsidRDefault="00C13EF5" w:rsidP="00C13E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C632CF7" w14:textId="63C0F464" w:rsidR="00781B4B" w:rsidRPr="00781B4B" w:rsidRDefault="00781B4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6C9969" w14:textId="77777777" w:rsidR="00781B4B" w:rsidRPr="00781B4B" w:rsidRDefault="00781B4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781B4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1.3 </w:t>
      </w:r>
      <w:r w:rsidR="00F83B28" w:rsidRPr="00781B4B">
        <w:rPr>
          <w:rFonts w:ascii="Corbel" w:hAnsi="Corbel"/>
          <w:smallCaps w:val="0"/>
          <w:szCs w:val="24"/>
        </w:rPr>
        <w:tab/>
      </w:r>
      <w:r w:rsidRPr="00781B4B">
        <w:rPr>
          <w:rFonts w:ascii="Corbel" w:hAnsi="Corbel"/>
          <w:smallCaps w:val="0"/>
          <w:szCs w:val="24"/>
        </w:rPr>
        <w:t>For</w:t>
      </w:r>
      <w:r w:rsidR="00445970" w:rsidRPr="00781B4B">
        <w:rPr>
          <w:rFonts w:ascii="Corbel" w:hAnsi="Corbel"/>
          <w:smallCaps w:val="0"/>
          <w:szCs w:val="24"/>
        </w:rPr>
        <w:t xml:space="preserve">ma zaliczenia przedmiotu </w:t>
      </w:r>
      <w:r w:rsidRPr="00781B4B">
        <w:rPr>
          <w:rFonts w:ascii="Corbel" w:hAnsi="Corbel"/>
          <w:smallCaps w:val="0"/>
          <w:szCs w:val="24"/>
        </w:rPr>
        <w:t xml:space="preserve"> (z toku) </w:t>
      </w:r>
      <w:r w:rsidRPr="00781B4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BE6B637" w:rsidR="009C54AE" w:rsidRPr="00781B4B" w:rsidRDefault="003B65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781B4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781B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81B4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81B4B" w14:paraId="003EB43F" w14:textId="77777777" w:rsidTr="00745302">
        <w:tc>
          <w:tcPr>
            <w:tcW w:w="9670" w:type="dxa"/>
          </w:tcPr>
          <w:p w14:paraId="20BFFC4C" w14:textId="7EF643A6" w:rsidR="0085747A" w:rsidRPr="00781B4B" w:rsidRDefault="003B65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1B4B">
              <w:rPr>
                <w:rFonts w:ascii="Corbel" w:hAnsi="Corbel"/>
                <w:b w:val="0"/>
                <w:bCs/>
                <w:smallCaps w:val="0"/>
                <w:szCs w:val="24"/>
              </w:rPr>
              <w:t>Umiejętność analizy problemów ekonomicznych z wykorzystaniem narzędzi ilościowych. Znajomość zagadnień realizowanych w szkole średniej z przedmiotu matematyka</w:t>
            </w: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0095970D" w14:textId="77777777" w:rsidR="00153C41" w:rsidRPr="00781B4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D463F5D" w:rsidR="0085747A" w:rsidRPr="00781B4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81B4B">
        <w:rPr>
          <w:rFonts w:ascii="Corbel" w:hAnsi="Corbel"/>
          <w:szCs w:val="24"/>
        </w:rPr>
        <w:lastRenderedPageBreak/>
        <w:t>3.</w:t>
      </w:r>
      <w:r w:rsidR="00A84C85" w:rsidRPr="00781B4B">
        <w:rPr>
          <w:rFonts w:ascii="Corbel" w:hAnsi="Corbel"/>
          <w:szCs w:val="24"/>
        </w:rPr>
        <w:t>cele, efekty uczenia się</w:t>
      </w:r>
      <w:r w:rsidR="0085747A" w:rsidRPr="00781B4B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81B4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3.1 </w:t>
      </w:r>
      <w:r w:rsidR="00C05F44" w:rsidRPr="00781B4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81B4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781B4B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781B4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EFEEFDB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Zaznajomienie z podstawowymi elementami wiedzy matematycznej potrzebnej w pracy przyszłego ekonomisty.</w:t>
            </w:r>
          </w:p>
        </w:tc>
      </w:tr>
      <w:tr w:rsidR="0085747A" w:rsidRPr="00781B4B" w14:paraId="2547E272" w14:textId="77777777" w:rsidTr="00923D7D">
        <w:tc>
          <w:tcPr>
            <w:tcW w:w="851" w:type="dxa"/>
            <w:vAlign w:val="center"/>
          </w:tcPr>
          <w:p w14:paraId="28729CF7" w14:textId="11171D72" w:rsidR="0085747A" w:rsidRPr="00781B4B" w:rsidRDefault="003B65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40DFCD75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Kształtowanie umiejętności doboru narzędzi matematycznych do analizy modeli ekonomicznych.</w:t>
            </w:r>
          </w:p>
        </w:tc>
      </w:tr>
      <w:tr w:rsidR="0085747A" w:rsidRPr="00781B4B" w14:paraId="0DF48945" w14:textId="77777777" w:rsidTr="00923D7D">
        <w:tc>
          <w:tcPr>
            <w:tcW w:w="851" w:type="dxa"/>
            <w:vAlign w:val="center"/>
          </w:tcPr>
          <w:p w14:paraId="51C70595" w14:textId="2D0596C8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6C360E7C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Kształtowanie umiejętności precyzyjnego formułowania rozwiązań.</w:t>
            </w:r>
          </w:p>
        </w:tc>
      </w:tr>
    </w:tbl>
    <w:p w14:paraId="7942D7EE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81B4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t xml:space="preserve">3.2 </w:t>
      </w:r>
      <w:r w:rsidR="001D7B54" w:rsidRPr="00781B4B">
        <w:rPr>
          <w:rFonts w:ascii="Corbel" w:hAnsi="Corbel"/>
          <w:b/>
          <w:sz w:val="24"/>
          <w:szCs w:val="24"/>
        </w:rPr>
        <w:t xml:space="preserve">Efekty </w:t>
      </w:r>
      <w:r w:rsidR="00C05F44" w:rsidRPr="00781B4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81B4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81B4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781B4B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81B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81B4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81B4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81B4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781B4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81B4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6586" w:rsidRPr="00781B4B" w14:paraId="2FAE894A" w14:textId="77777777" w:rsidTr="00E0600F">
        <w:tc>
          <w:tcPr>
            <w:tcW w:w="1701" w:type="dxa"/>
          </w:tcPr>
          <w:p w14:paraId="48E5C6E7" w14:textId="0DC98E41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8A57552" w:rsidR="003B6586" w:rsidRPr="00781B4B" w:rsidRDefault="003B6586" w:rsidP="003B6586">
            <w:pPr>
              <w:pStyle w:val="Punktygwne"/>
              <w:tabs>
                <w:tab w:val="left" w:pos="9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Objaśnia rolę matematyki w naukach ekonomicznych.</w:t>
            </w:r>
          </w:p>
        </w:tc>
        <w:tc>
          <w:tcPr>
            <w:tcW w:w="1873" w:type="dxa"/>
            <w:vAlign w:val="center"/>
          </w:tcPr>
          <w:p w14:paraId="7E92B662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5D6BC782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B6586" w:rsidRPr="00781B4B" w14:paraId="48B116A6" w14:textId="77777777" w:rsidTr="00A8592D">
        <w:tc>
          <w:tcPr>
            <w:tcW w:w="1701" w:type="dxa"/>
          </w:tcPr>
          <w:p w14:paraId="55D5A65C" w14:textId="77777777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BE7FCFA" w:rsidR="003B6586" w:rsidRPr="00781B4B" w:rsidRDefault="003B6586" w:rsidP="003B6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Zna podstawy rachunku różniczkowego funkcji jednej i wielu zmiennych.</w:t>
            </w:r>
          </w:p>
        </w:tc>
        <w:tc>
          <w:tcPr>
            <w:tcW w:w="1873" w:type="dxa"/>
            <w:vAlign w:val="center"/>
          </w:tcPr>
          <w:p w14:paraId="656E048A" w14:textId="4036976A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3B6586" w:rsidRPr="00781B4B" w14:paraId="32BADA47" w14:textId="77777777" w:rsidTr="00E77837">
        <w:tc>
          <w:tcPr>
            <w:tcW w:w="1701" w:type="dxa"/>
          </w:tcPr>
          <w:p w14:paraId="4CBEB17A" w14:textId="4CD6ED4A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37AC8C46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Wykorzystuje narzędzia matematyki do rozwiązywania praktycznych problemów ekonomicznych.</w:t>
            </w:r>
          </w:p>
        </w:tc>
        <w:tc>
          <w:tcPr>
            <w:tcW w:w="1873" w:type="dxa"/>
            <w:vAlign w:val="center"/>
          </w:tcPr>
          <w:p w14:paraId="718E1B97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3C5589A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2BA6A2A8" w14:textId="74E50999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3B6586" w:rsidRPr="00781B4B" w14:paraId="2A6873A7" w14:textId="77777777" w:rsidTr="003B658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D8F2" w14:textId="77777777" w:rsidR="003B6586" w:rsidRPr="00781B4B" w:rsidRDefault="003B6586" w:rsidP="00122C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A2CB" w14:textId="77777777" w:rsidR="003B6586" w:rsidRPr="00781B4B" w:rsidRDefault="003B6586" w:rsidP="00122C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Odczuwa potrzebę ciągłego doskonalenia własnych umiejętności.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0849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89C9762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4299A79" w14:textId="77777777" w:rsidR="003B6586" w:rsidRPr="00781B4B" w:rsidRDefault="003B65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77777777" w:rsidR="0085747A" w:rsidRPr="00781B4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t>3.3</w:t>
      </w:r>
      <w:r w:rsidR="0085747A" w:rsidRPr="00781B4B">
        <w:rPr>
          <w:rFonts w:ascii="Corbel" w:hAnsi="Corbel"/>
          <w:b/>
          <w:sz w:val="24"/>
          <w:szCs w:val="24"/>
        </w:rPr>
        <w:t>T</w:t>
      </w:r>
      <w:r w:rsidR="001D7B54" w:rsidRPr="00781B4B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781B4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781B4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81B4B" w14:paraId="2F84004D" w14:textId="77777777" w:rsidTr="00923D7D">
        <w:tc>
          <w:tcPr>
            <w:tcW w:w="9639" w:type="dxa"/>
          </w:tcPr>
          <w:p w14:paraId="24ECE7C4" w14:textId="77777777" w:rsidR="0085747A" w:rsidRPr="00781B4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81B4B" w14:paraId="5532AAAA" w14:textId="77777777" w:rsidTr="00923D7D">
        <w:tc>
          <w:tcPr>
            <w:tcW w:w="9639" w:type="dxa"/>
          </w:tcPr>
          <w:p w14:paraId="760C695A" w14:textId="59262156" w:rsidR="0085747A" w:rsidRPr="00781B4B" w:rsidRDefault="003B658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Elementy logiki matematycznej</w:t>
            </w:r>
            <w:r w:rsidR="00CB3324" w:rsidRPr="00781B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D7A33" w:rsidRPr="00781B4B" w14:paraId="4AE4DDAB" w14:textId="77777777" w:rsidTr="00923D7D">
        <w:tc>
          <w:tcPr>
            <w:tcW w:w="9639" w:type="dxa"/>
          </w:tcPr>
          <w:p w14:paraId="13CA1719" w14:textId="16ED2586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Działania na macierzach. Wyznacznik macierzy. Macierz odwrotna.</w:t>
            </w:r>
          </w:p>
        </w:tc>
      </w:tr>
      <w:tr w:rsidR="001D7A33" w:rsidRPr="00781B4B" w14:paraId="551073A5" w14:textId="77777777" w:rsidTr="005F07AD">
        <w:tc>
          <w:tcPr>
            <w:tcW w:w="9639" w:type="dxa"/>
            <w:vAlign w:val="center"/>
          </w:tcPr>
          <w:p w14:paraId="4918BCD1" w14:textId="22C53BDB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Układy równań linowych.</w:t>
            </w:r>
          </w:p>
        </w:tc>
      </w:tr>
      <w:tr w:rsidR="001D7A33" w:rsidRPr="00781B4B" w14:paraId="60228DDB" w14:textId="77777777" w:rsidTr="00923D7D">
        <w:tc>
          <w:tcPr>
            <w:tcW w:w="9639" w:type="dxa"/>
          </w:tcPr>
          <w:p w14:paraId="6B5612F7" w14:textId="0396008D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Ciągi liczbowe, granice ciągów.</w:t>
            </w:r>
          </w:p>
        </w:tc>
      </w:tr>
      <w:tr w:rsidR="001D7A33" w:rsidRPr="00781B4B" w14:paraId="75CA06A2" w14:textId="77777777" w:rsidTr="00923D7D">
        <w:tc>
          <w:tcPr>
            <w:tcW w:w="9639" w:type="dxa"/>
          </w:tcPr>
          <w:p w14:paraId="28A8FBA1" w14:textId="2C9FD958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Funkcje elementarne i ich własności. Granica i ciągłość funkcji.</w:t>
            </w:r>
          </w:p>
        </w:tc>
      </w:tr>
      <w:tr w:rsidR="001D7A33" w:rsidRPr="00781B4B" w14:paraId="1A648087" w14:textId="77777777" w:rsidTr="00923D7D">
        <w:tc>
          <w:tcPr>
            <w:tcW w:w="9639" w:type="dxa"/>
          </w:tcPr>
          <w:p w14:paraId="626D6910" w14:textId="0B61E0AF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jednej zmiennej.</w:t>
            </w:r>
          </w:p>
        </w:tc>
      </w:tr>
      <w:tr w:rsidR="001D7A33" w:rsidRPr="00781B4B" w14:paraId="5D4F364A" w14:textId="77777777" w:rsidTr="00923D7D">
        <w:tc>
          <w:tcPr>
            <w:tcW w:w="9639" w:type="dxa"/>
          </w:tcPr>
          <w:p w14:paraId="46E1BE52" w14:textId="44F559A3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Całka oznaczona, nieoznaczona.</w:t>
            </w:r>
          </w:p>
        </w:tc>
      </w:tr>
      <w:tr w:rsidR="001D7A33" w:rsidRPr="00781B4B" w14:paraId="0B5300CF" w14:textId="77777777" w:rsidTr="00923D7D">
        <w:tc>
          <w:tcPr>
            <w:tcW w:w="9639" w:type="dxa"/>
          </w:tcPr>
          <w:p w14:paraId="42E2A14E" w14:textId="137CA7AC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dwóch zmiennych. Ekstrema funkcji dwóch zmiennych.</w:t>
            </w:r>
          </w:p>
        </w:tc>
      </w:tr>
      <w:tr w:rsidR="001D7A33" w:rsidRPr="00781B4B" w14:paraId="24833F80" w14:textId="77777777" w:rsidTr="00923D7D">
        <w:tc>
          <w:tcPr>
            <w:tcW w:w="9639" w:type="dxa"/>
          </w:tcPr>
          <w:p w14:paraId="0A52C604" w14:textId="303922B7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Równania różniczkowe pierwszego rzędu.</w:t>
            </w:r>
          </w:p>
        </w:tc>
      </w:tr>
    </w:tbl>
    <w:p w14:paraId="733152FC" w14:textId="77777777" w:rsidR="0085747A" w:rsidRPr="00781B4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781B4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81B4B">
        <w:rPr>
          <w:rFonts w:ascii="Corbel" w:hAnsi="Corbel"/>
          <w:sz w:val="24"/>
          <w:szCs w:val="24"/>
        </w:rPr>
        <w:t xml:space="preserve">, </w:t>
      </w:r>
      <w:r w:rsidRPr="00781B4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781B4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81B4B" w14:paraId="2F5B3963" w14:textId="77777777" w:rsidTr="00923D7D">
        <w:tc>
          <w:tcPr>
            <w:tcW w:w="9639" w:type="dxa"/>
          </w:tcPr>
          <w:p w14:paraId="00ED6C2A" w14:textId="77777777" w:rsidR="0085747A" w:rsidRPr="00781B4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81B4B" w14:paraId="1C230FF5" w14:textId="77777777" w:rsidTr="00923D7D">
        <w:tc>
          <w:tcPr>
            <w:tcW w:w="9639" w:type="dxa"/>
          </w:tcPr>
          <w:p w14:paraId="59B5524C" w14:textId="70799D31" w:rsidR="0085747A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Elementy logiki matematycznej</w:t>
            </w:r>
            <w:r w:rsidR="00807619" w:rsidRPr="00781B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D7A33" w:rsidRPr="00781B4B" w14:paraId="7BDBAFB0" w14:textId="77777777" w:rsidTr="00923D7D">
        <w:tc>
          <w:tcPr>
            <w:tcW w:w="9639" w:type="dxa"/>
          </w:tcPr>
          <w:p w14:paraId="0827D9D0" w14:textId="71EAFDB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Działania na macierzach. Wyznacznik macierzy. Macierz odwrotna.</w:t>
            </w:r>
          </w:p>
        </w:tc>
      </w:tr>
      <w:tr w:rsidR="001D7A33" w:rsidRPr="00781B4B" w14:paraId="52C24D11" w14:textId="77777777" w:rsidTr="00D96932">
        <w:tc>
          <w:tcPr>
            <w:tcW w:w="9639" w:type="dxa"/>
            <w:vAlign w:val="center"/>
          </w:tcPr>
          <w:p w14:paraId="35EFFCCE" w14:textId="5F143AB5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lastRenderedPageBreak/>
              <w:t>Układy równań linowych.</w:t>
            </w:r>
          </w:p>
        </w:tc>
      </w:tr>
      <w:tr w:rsidR="001D7A33" w:rsidRPr="00781B4B" w14:paraId="32B640EA" w14:textId="77777777" w:rsidTr="00D96932">
        <w:tc>
          <w:tcPr>
            <w:tcW w:w="9639" w:type="dxa"/>
          </w:tcPr>
          <w:p w14:paraId="459CFD82" w14:textId="14E51EF0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Ciągi liczbowe, granice ciągów.</w:t>
            </w:r>
          </w:p>
        </w:tc>
      </w:tr>
      <w:tr w:rsidR="001D7A33" w:rsidRPr="00781B4B" w14:paraId="3895C999" w14:textId="77777777" w:rsidTr="00D96932">
        <w:tc>
          <w:tcPr>
            <w:tcW w:w="9639" w:type="dxa"/>
          </w:tcPr>
          <w:p w14:paraId="2590A1A4" w14:textId="6563D530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Funkcje elementarne i ich własności. Granica i ciągłość funkcji.</w:t>
            </w:r>
          </w:p>
        </w:tc>
      </w:tr>
      <w:tr w:rsidR="001D7A33" w:rsidRPr="00781B4B" w14:paraId="57B9416F" w14:textId="77777777" w:rsidTr="00D96932">
        <w:tc>
          <w:tcPr>
            <w:tcW w:w="9639" w:type="dxa"/>
          </w:tcPr>
          <w:p w14:paraId="25DE2EE1" w14:textId="7910150A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jednej zmiennej.</w:t>
            </w:r>
          </w:p>
        </w:tc>
      </w:tr>
      <w:tr w:rsidR="001D7A33" w:rsidRPr="00781B4B" w14:paraId="47622E37" w14:textId="77777777" w:rsidTr="00D96932">
        <w:tc>
          <w:tcPr>
            <w:tcW w:w="9639" w:type="dxa"/>
          </w:tcPr>
          <w:p w14:paraId="2D4190F1" w14:textId="1C93C475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Całka oznaczona, nieoznaczona.</w:t>
            </w:r>
          </w:p>
        </w:tc>
      </w:tr>
      <w:tr w:rsidR="001D7A33" w:rsidRPr="00781B4B" w14:paraId="3DAF275B" w14:textId="77777777" w:rsidTr="00D96932">
        <w:tc>
          <w:tcPr>
            <w:tcW w:w="9639" w:type="dxa"/>
          </w:tcPr>
          <w:p w14:paraId="36217C6D" w14:textId="0385AC06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dwóch zmiennych. Ekstrema funkcji dwóch zmiennych.</w:t>
            </w:r>
          </w:p>
        </w:tc>
      </w:tr>
      <w:tr w:rsidR="001D7A33" w:rsidRPr="00781B4B" w14:paraId="32EC6E3F" w14:textId="77777777" w:rsidTr="00D96932">
        <w:tc>
          <w:tcPr>
            <w:tcW w:w="9639" w:type="dxa"/>
          </w:tcPr>
          <w:p w14:paraId="3A74EE72" w14:textId="334E30C4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Równania różniczkowe pierwszego rzędu.</w:t>
            </w:r>
          </w:p>
        </w:tc>
      </w:tr>
    </w:tbl>
    <w:p w14:paraId="0313640A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781B4B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>3.4 Metody dydaktyczne</w:t>
      </w:r>
    </w:p>
    <w:p w14:paraId="7A3D3676" w14:textId="77777777" w:rsidR="001D7A33" w:rsidRPr="00781B4B" w:rsidRDefault="001D7A33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36C9983" w14:textId="77777777" w:rsidR="001D7A33" w:rsidRPr="00781B4B" w:rsidRDefault="001D7A33" w:rsidP="001D7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>Wykład: wykład z rozwiązywaniem problemów.</w:t>
      </w:r>
    </w:p>
    <w:p w14:paraId="684A020A" w14:textId="77777777" w:rsidR="001D7A33" w:rsidRPr="00781B4B" w:rsidRDefault="001D7A33" w:rsidP="001D7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 xml:space="preserve">Ćwiczenia: ćwiczenia z aktywnym rozwiązywaniem problemów, praca indywidualna, praca zespołowa, dyskusja. </w:t>
      </w:r>
    </w:p>
    <w:p w14:paraId="602F9744" w14:textId="77777777" w:rsidR="00E960BB" w:rsidRPr="00781B4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81B4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 </w:t>
      </w:r>
      <w:r w:rsidR="0085747A" w:rsidRPr="00781B4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81B4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81B4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81B4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781B4B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81B4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81B4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81B4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81B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31580E77" w:rsidR="0085747A" w:rsidRPr="00781B4B" w:rsidRDefault="001D7A3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85747A" w:rsidRPr="00781B4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1D7A33" w:rsidRPr="00781B4B" w14:paraId="5FC256E6" w14:textId="77777777" w:rsidTr="00C05F44">
        <w:tc>
          <w:tcPr>
            <w:tcW w:w="1985" w:type="dxa"/>
          </w:tcPr>
          <w:p w14:paraId="1B521E17" w14:textId="6D36400F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2310953C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zajęć.</w:t>
            </w:r>
          </w:p>
        </w:tc>
        <w:tc>
          <w:tcPr>
            <w:tcW w:w="2126" w:type="dxa"/>
          </w:tcPr>
          <w:p w14:paraId="4D5562F6" w14:textId="4E39EE72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2D84DE03" w14:textId="77777777" w:rsidTr="00C05F44">
        <w:tc>
          <w:tcPr>
            <w:tcW w:w="1985" w:type="dxa"/>
          </w:tcPr>
          <w:p w14:paraId="3D8CA619" w14:textId="77777777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F7D687A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kolokwium, egzamin.</w:t>
            </w:r>
          </w:p>
        </w:tc>
        <w:tc>
          <w:tcPr>
            <w:tcW w:w="2126" w:type="dxa"/>
          </w:tcPr>
          <w:p w14:paraId="69C1090B" w14:textId="291DDABA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68E3A157" w14:textId="77777777" w:rsidTr="00C05F44">
        <w:tc>
          <w:tcPr>
            <w:tcW w:w="1985" w:type="dxa"/>
          </w:tcPr>
          <w:p w14:paraId="5DEAFAB6" w14:textId="77FD1DA3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AA10930" w14:textId="795CD334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kolokwium, egzamin.</w:t>
            </w:r>
          </w:p>
        </w:tc>
        <w:tc>
          <w:tcPr>
            <w:tcW w:w="2126" w:type="dxa"/>
          </w:tcPr>
          <w:p w14:paraId="2EEA2D96" w14:textId="791F7696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058E48ED" w14:textId="77777777" w:rsidTr="00C05F44">
        <w:tc>
          <w:tcPr>
            <w:tcW w:w="1985" w:type="dxa"/>
          </w:tcPr>
          <w:p w14:paraId="7FB17C3D" w14:textId="75B03738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6F8371B" w14:textId="47154CB5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Obserwacja umiejętności stosowania poznanych metod i narzędzi w rozwiązywaniu problemów, kolokwium, egzamin.</w:t>
            </w:r>
          </w:p>
        </w:tc>
        <w:tc>
          <w:tcPr>
            <w:tcW w:w="2126" w:type="dxa"/>
          </w:tcPr>
          <w:p w14:paraId="0B66E5E5" w14:textId="172C8B1B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781B4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781B4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4.2 </w:t>
      </w:r>
      <w:r w:rsidR="0085747A" w:rsidRPr="00781B4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81B4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81B4B" w14:paraId="442B12DD" w14:textId="77777777" w:rsidTr="00923D7D">
        <w:tc>
          <w:tcPr>
            <w:tcW w:w="9670" w:type="dxa"/>
          </w:tcPr>
          <w:p w14:paraId="3A174152" w14:textId="77777777" w:rsidR="001D7A33" w:rsidRPr="00781B4B" w:rsidRDefault="001D7A33" w:rsidP="001D7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wyników dwóch kolokwiów pisemnych oraz aktywności na ćwiczeniach. Liczba punktów uzyskanych z kolokwiów jest przeliczana na ocenę końcową według schematu: </w:t>
            </w:r>
          </w:p>
          <w:p w14:paraId="2931C1E7" w14:textId="052C13FD" w:rsidR="001D7A33" w:rsidRPr="00781B4B" w:rsidRDefault="001D7A33" w:rsidP="001D7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90-100%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80-89%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plus; 70-79%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60-69%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plus; 5</w:t>
            </w:r>
            <w:r w:rsid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1</w:t>
            </w: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-59%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; 0-</w:t>
            </w:r>
            <w:r w:rsid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50</w:t>
            </w: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ndst</w:t>
            </w:r>
            <w:proofErr w:type="spellEnd"/>
          </w:p>
          <w:p w14:paraId="54225531" w14:textId="33C1A66A" w:rsidR="0085747A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Egzamin składa się z dwóch części pisemnych: części testowej obejmującej wiedzę teoretyczną oraz części zadaniowej. Ocena z egzaminu ustalana jest na podstawie średniej ocen uzyskanych z w/w części. Zaliczenie przynajmniej jednej z tych części na ocenę pozytywną uprawnia do przystąpienia do części ustnej dającej dodatkową szansę na pozytywne zaliczenie egzaminu.</w:t>
            </w:r>
          </w:p>
        </w:tc>
      </w:tr>
    </w:tbl>
    <w:p w14:paraId="437F8EDD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884EF6" w14:textId="77777777" w:rsidR="00781B4B" w:rsidRDefault="00781B4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F988151" w14:textId="07078BBC" w:rsidR="009F4610" w:rsidRPr="00781B4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781B4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781B4B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781B4B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781B4B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81B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81B4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81B4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81B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81B4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81B4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D7A33" w:rsidRPr="00781B4B" w14:paraId="41D7342E" w14:textId="77777777" w:rsidTr="00923D7D">
        <w:tc>
          <w:tcPr>
            <w:tcW w:w="4962" w:type="dxa"/>
          </w:tcPr>
          <w:p w14:paraId="336857A1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44F68EF5" w14:textId="075FD61E" w:rsidR="001D7A33" w:rsidRPr="00781B4B" w:rsidRDefault="00FD62D0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1D7A33" w:rsidRPr="00781B4B" w14:paraId="14748C99" w14:textId="77777777" w:rsidTr="00923D7D">
        <w:tc>
          <w:tcPr>
            <w:tcW w:w="4962" w:type="dxa"/>
          </w:tcPr>
          <w:p w14:paraId="77F9A71E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1F044691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D7A33" w:rsidRPr="00781B4B" w14:paraId="41367D30" w14:textId="77777777" w:rsidTr="00923D7D">
        <w:tc>
          <w:tcPr>
            <w:tcW w:w="4962" w:type="dxa"/>
          </w:tcPr>
          <w:p w14:paraId="4F573F09" w14:textId="500C8F5F" w:rsidR="001D7A33" w:rsidRPr="00781B4B" w:rsidRDefault="001D7A33" w:rsidP="001D7A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81B4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81B4B">
              <w:rPr>
                <w:rFonts w:ascii="Corbel" w:hAnsi="Corbel"/>
                <w:sz w:val="24"/>
                <w:szCs w:val="24"/>
              </w:rPr>
              <w:t xml:space="preserve"> – praca własna studenta (przygotowanie do zajęć, kolokwiów, egzaminu)</w:t>
            </w:r>
          </w:p>
        </w:tc>
        <w:tc>
          <w:tcPr>
            <w:tcW w:w="4677" w:type="dxa"/>
          </w:tcPr>
          <w:p w14:paraId="611A18CE" w14:textId="0E9F9B27" w:rsidR="001D7A33" w:rsidRPr="00781B4B" w:rsidRDefault="00FD62D0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1D7A33" w:rsidRPr="00781B4B" w14:paraId="45A3E8D7" w14:textId="77777777" w:rsidTr="00923D7D">
        <w:tc>
          <w:tcPr>
            <w:tcW w:w="4962" w:type="dxa"/>
          </w:tcPr>
          <w:p w14:paraId="626D78EC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1A9368B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125</w:t>
            </w:r>
          </w:p>
        </w:tc>
      </w:tr>
      <w:tr w:rsidR="001D7A33" w:rsidRPr="00781B4B" w14:paraId="761AF2EE" w14:textId="77777777" w:rsidTr="00923D7D">
        <w:tc>
          <w:tcPr>
            <w:tcW w:w="4962" w:type="dxa"/>
          </w:tcPr>
          <w:p w14:paraId="3C28658F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781B4B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639E4C09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02E69CC2" w14:textId="77777777" w:rsidR="0085747A" w:rsidRPr="00781B4B" w:rsidRDefault="00923D7D" w:rsidP="00781B4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81B4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81B4B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781B4B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781B4B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781B4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81B4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6. </w:t>
      </w:r>
      <w:r w:rsidR="0085747A" w:rsidRPr="00781B4B">
        <w:rPr>
          <w:rFonts w:ascii="Corbel" w:hAnsi="Corbel"/>
          <w:smallCaps w:val="0"/>
          <w:szCs w:val="24"/>
        </w:rPr>
        <w:t>PRAKTYKI ZAWO</w:t>
      </w:r>
      <w:r w:rsidR="009D3F3B" w:rsidRPr="00781B4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781B4B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34A1EE3" w:rsidR="0085747A" w:rsidRPr="00781B4B" w:rsidRDefault="00781B4B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81B4B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D8FDD67" w:rsidR="0085747A" w:rsidRPr="00781B4B" w:rsidRDefault="00781B4B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81B4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81B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7. </w:t>
      </w:r>
      <w:r w:rsidR="0085747A" w:rsidRPr="00781B4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81B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781B4B" w14:paraId="0ACABF41" w14:textId="77777777" w:rsidTr="008962A4">
        <w:trPr>
          <w:trHeight w:val="397"/>
        </w:trPr>
        <w:tc>
          <w:tcPr>
            <w:tcW w:w="5000" w:type="pct"/>
          </w:tcPr>
          <w:p w14:paraId="60B50347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1EB630" w14:textId="087386E0" w:rsidR="001D7A33" w:rsidRPr="00781B4B" w:rsidRDefault="001D7A33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Gurgul H., Suder M., Matematyka dla kierunków ekonomicznych</w:t>
            </w:r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: przykłady i zadania wraz z repetytorium ze szkoły średniej, Wydawnictwo Nieoczywiste – </w:t>
            </w:r>
            <w:proofErr w:type="spellStart"/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>imprint</w:t>
            </w:r>
            <w:proofErr w:type="spellEnd"/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>GAB</w:t>
            </w:r>
            <w:proofErr w:type="spellEnd"/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Media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>Warszawa 2020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CD5F51" w14:textId="77777777" w:rsidR="00781B4B" w:rsidRDefault="00206EB1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</w:rPr>
              <w:t>Pekasiewicz</w:t>
            </w:r>
            <w:proofErr w:type="spellEnd"/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D.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>, Matematyka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>: podręcznik dla studentów kierunków ekonomicznych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>, Wydawnictwo Uniwersytetu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Łódzkiego, Łódź, 2018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0F2B9B2" w14:textId="39415E59" w:rsidR="001D7A33" w:rsidRPr="00781B4B" w:rsidRDefault="001D7A33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Matołka M., Matematyka dla ekonomistów, Wydawnictwo Uniwersytetu Ekono</w:t>
            </w:r>
            <w:r w:rsidR="000B421F" w:rsidRPr="00781B4B">
              <w:rPr>
                <w:rFonts w:ascii="Corbel" w:hAnsi="Corbel"/>
                <w:b w:val="0"/>
                <w:smallCaps w:val="0"/>
                <w:szCs w:val="24"/>
              </w:rPr>
              <w:t>miczne</w:t>
            </w:r>
            <w:r w:rsidR="0080761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go w Poznaniu, </w:t>
            </w:r>
            <w:r w:rsidR="00041F80" w:rsidRPr="00781B4B">
              <w:rPr>
                <w:rFonts w:ascii="Corbel" w:hAnsi="Corbel"/>
                <w:b w:val="0"/>
                <w:smallCaps w:val="0"/>
                <w:szCs w:val="24"/>
              </w:rPr>
              <w:t>Poznań 2017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781B4B" w14:paraId="6F6FB0B1" w14:textId="77777777" w:rsidTr="008962A4">
        <w:trPr>
          <w:trHeight w:val="397"/>
        </w:trPr>
        <w:tc>
          <w:tcPr>
            <w:tcW w:w="5000" w:type="pct"/>
          </w:tcPr>
          <w:p w14:paraId="5215EA66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CE3B13" w14:textId="2466AE25" w:rsidR="001D7A33" w:rsidRP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</w:rPr>
              <w:t>Krysicki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W., Włodarski L., Analiza matematyczna w zadaniach, część I, II, Wydawnictwo Naukowe PWN, Warszawa 2012.</w:t>
            </w:r>
          </w:p>
          <w:p w14:paraId="73D71DC5" w14:textId="77777777" w:rsid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</w:rPr>
              <w:t>Leitner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R., Zarys matematyki wyższej dla studentów, część I, II, Wydawnictwo Naukowo-Techniczne, Warszawa, 2012. </w:t>
            </w:r>
          </w:p>
          <w:p w14:paraId="1F17CF12" w14:textId="3A2D3856" w:rsidR="001D7A33" w:rsidRP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</w:rPr>
              <w:t>Leitner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R., Matuszewski W., Rojek Z., Zadania z matematyki wyższej, część I, II, Wydawnictwo N</w:t>
            </w:r>
            <w:r w:rsidR="0034211F" w:rsidRPr="00781B4B">
              <w:rPr>
                <w:rFonts w:ascii="Corbel" w:hAnsi="Corbel"/>
                <w:b w:val="0"/>
                <w:smallCaps w:val="0"/>
                <w:szCs w:val="24"/>
              </w:rPr>
              <w:t>aukowo-Techniczne, Warszawa 2017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4A95FC" w14:textId="77777777" w:rsidR="00982009" w:rsidRDefault="00982009" w:rsidP="00C16ABF">
      <w:pPr>
        <w:spacing w:after="0" w:line="240" w:lineRule="auto"/>
      </w:pPr>
      <w:r>
        <w:separator/>
      </w:r>
    </w:p>
  </w:endnote>
  <w:endnote w:type="continuationSeparator" w:id="0">
    <w:p w14:paraId="0C7C20B5" w14:textId="77777777" w:rsidR="00982009" w:rsidRDefault="009820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9D16AB" w14:textId="77777777" w:rsidR="00982009" w:rsidRDefault="00982009" w:rsidP="00C16ABF">
      <w:pPr>
        <w:spacing w:after="0" w:line="240" w:lineRule="auto"/>
      </w:pPr>
      <w:r>
        <w:separator/>
      </w:r>
    </w:p>
  </w:footnote>
  <w:footnote w:type="continuationSeparator" w:id="0">
    <w:p w14:paraId="14320703" w14:textId="77777777" w:rsidR="00982009" w:rsidRDefault="0098200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35BB6"/>
    <w:multiLevelType w:val="hybridMultilevel"/>
    <w:tmpl w:val="6F9E6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CD770D"/>
    <w:multiLevelType w:val="hybridMultilevel"/>
    <w:tmpl w:val="EA462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2D2"/>
    <w:multiLevelType w:val="hybridMultilevel"/>
    <w:tmpl w:val="A0E29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C39F9"/>
    <w:multiLevelType w:val="hybridMultilevel"/>
    <w:tmpl w:val="80FE0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1F80"/>
    <w:rsid w:val="00042A51"/>
    <w:rsid w:val="00042D2E"/>
    <w:rsid w:val="00044C82"/>
    <w:rsid w:val="00061AC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21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5292"/>
    <w:rsid w:val="001D657B"/>
    <w:rsid w:val="001D7A33"/>
    <w:rsid w:val="001D7B54"/>
    <w:rsid w:val="001E0209"/>
    <w:rsid w:val="001F2CA2"/>
    <w:rsid w:val="00206EB1"/>
    <w:rsid w:val="002144C0"/>
    <w:rsid w:val="00215FA7"/>
    <w:rsid w:val="0022477D"/>
    <w:rsid w:val="002278A9"/>
    <w:rsid w:val="002336F9"/>
    <w:rsid w:val="0024028F"/>
    <w:rsid w:val="00244ABC"/>
    <w:rsid w:val="002626B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11F"/>
    <w:rsid w:val="00346FE9"/>
    <w:rsid w:val="0034759A"/>
    <w:rsid w:val="003503F6"/>
    <w:rsid w:val="003530DD"/>
    <w:rsid w:val="00363F78"/>
    <w:rsid w:val="003A0A5B"/>
    <w:rsid w:val="003A1176"/>
    <w:rsid w:val="003B658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8DC"/>
    <w:rsid w:val="004F1551"/>
    <w:rsid w:val="004F55A3"/>
    <w:rsid w:val="0050496F"/>
    <w:rsid w:val="00513B6F"/>
    <w:rsid w:val="00517C63"/>
    <w:rsid w:val="005361D8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1A88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BD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1B4B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619"/>
    <w:rsid w:val="0081554D"/>
    <w:rsid w:val="0081707E"/>
    <w:rsid w:val="008449B3"/>
    <w:rsid w:val="008552A2"/>
    <w:rsid w:val="0085747A"/>
    <w:rsid w:val="00882463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9"/>
    <w:rsid w:val="00984B23"/>
    <w:rsid w:val="00991867"/>
    <w:rsid w:val="00997F14"/>
    <w:rsid w:val="009A78D9"/>
    <w:rsid w:val="009C31A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B9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8A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3EF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332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7CD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2B6"/>
    <w:rsid w:val="00E63348"/>
    <w:rsid w:val="00E661B9"/>
    <w:rsid w:val="00E742AA"/>
    <w:rsid w:val="00E77E88"/>
    <w:rsid w:val="00E8107D"/>
    <w:rsid w:val="00E93044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2133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62D0"/>
    <w:rsid w:val="00FD6B99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4E39A-49F9-4F0B-AC10-649BE200E6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D38CE4-7C27-49D3-B36A-352E1B09FB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8AE36A-9960-44CB-AC62-6ABB9CBAB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FF0406-6FA7-46BA-8091-D2047409E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920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2019-02-06T12:12:00Z</cp:lastPrinted>
  <dcterms:created xsi:type="dcterms:W3CDTF">2020-10-17T11:02:00Z</dcterms:created>
  <dcterms:modified xsi:type="dcterms:W3CDTF">2021-11-05T10:42:00Z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